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UR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34B3B231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2020-2023 </w:t>
      </w:r>
    </w:p>
    <w:p w14:paraId="062878FE" w14:textId="57A64F3F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6B35A7">
        <w:rPr>
          <w:rFonts w:ascii="Corbel" w:hAnsi="Corbel"/>
        </w:rPr>
        <w:t>1</w:t>
      </w:r>
      <w:r w:rsidR="004E1538" w:rsidRPr="005647E5">
        <w:rPr>
          <w:rFonts w:ascii="Corbel" w:hAnsi="Corbel"/>
        </w:rPr>
        <w:t>-202</w:t>
      </w:r>
      <w:r w:rsidR="006B35A7">
        <w:rPr>
          <w:rFonts w:ascii="Corbel" w:hAnsi="Corbel"/>
        </w:rPr>
        <w:t>2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408E" w14:textId="77777777" w:rsidR="00D71B28" w:rsidRDefault="00D71B28" w:rsidP="00C16ABF">
      <w:r>
        <w:separator/>
      </w:r>
    </w:p>
  </w:endnote>
  <w:endnote w:type="continuationSeparator" w:id="0">
    <w:p w14:paraId="20DAE5C4" w14:textId="77777777" w:rsidR="00D71B28" w:rsidRDefault="00D71B28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2A3F" w14:textId="77777777" w:rsidR="00D71B28" w:rsidRDefault="00D71B28" w:rsidP="00C16ABF">
      <w:r>
        <w:separator/>
      </w:r>
    </w:p>
  </w:footnote>
  <w:footnote w:type="continuationSeparator" w:id="0">
    <w:p w14:paraId="51EEDD35" w14:textId="77777777" w:rsidR="00D71B28" w:rsidRDefault="00D71B28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B620-839E-478F-85B3-4A1E600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2020-12-21T06:56:00Z</dcterms:created>
  <dcterms:modified xsi:type="dcterms:W3CDTF">2021-09-30T07:37:00Z</dcterms:modified>
</cp:coreProperties>
</file>